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26" w:rsidRDefault="008674D2" w:rsidP="008674D2">
      <w:pPr>
        <w:pStyle w:val="BodyText"/>
        <w:jc w:val="left"/>
      </w:pP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48" type="#_x0000_t79" style="position:absolute;margin-left:348.35pt;margin-top:260.8pt;width:163.1pt;height:127.4pt;z-index:251668992">
            <v:textbox style="mso-next-textbox:#_x0000_s1048">
              <w:txbxContent>
                <w:p w:rsidR="008674D2" w:rsidRPr="008674D2" w:rsidRDefault="008674D2" w:rsidP="008674D2">
                  <w:r w:rsidRPr="008674D2"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________________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3" type="#_x0000_t79" style="position:absolute;margin-left:101pt;margin-top:260.8pt;width:163.1pt;height:127.4pt;z-index:251664896">
            <v:textbox style="mso-next-textbox:#_x0000_s1043">
              <w:txbxContent>
                <w:p w:rsidR="008674D2" w:rsidRPr="008674D2" w:rsidRDefault="008674D2" w:rsidP="008674D2">
                  <w:r w:rsidRPr="008674D2"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________________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7" type="#_x0000_t80" style="position:absolute;margin-left:-25.6pt;margin-top:61.5pt;width:178.55pt;height:116.65pt;z-index:251667968">
            <v:textbox style="mso-next-textbox:#_x0000_s1047">
              <w:txbxContent>
                <w:p w:rsidR="008674D2" w:rsidRPr="008674D2" w:rsidRDefault="008674D2" w:rsidP="008674D2">
                  <w:r w:rsidRPr="008674D2"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6" type="#_x0000_t80" style="position:absolute;margin-left:214.6pt;margin-top:61.5pt;width:178.55pt;height:116.65pt;z-index:251666944">
            <v:textbox style="mso-next-textbox:#_x0000_s1046">
              <w:txbxContent>
                <w:p w:rsidR="008674D2" w:rsidRPr="008674D2" w:rsidRDefault="008674D2" w:rsidP="008674D2">
                  <w:r w:rsidRPr="008674D2"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8.75pt;margin-top:155.05pt;width:633pt;height:46.2pt;z-index:251661824">
            <v:textbox>
              <w:txbxContent>
                <w:p w:rsidR="008674D2" w:rsidRDefault="008674D2" w:rsidP="008904EE"/>
                <w:p w:rsidR="008904EE" w:rsidRPr="008674D2" w:rsidRDefault="008674D2" w:rsidP="008904E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___________                  </w:t>
                  </w:r>
                  <w:r w:rsidR="008904EE" w:rsidRPr="008674D2">
                    <w:rPr>
                      <w:rFonts w:ascii="Arial" w:hAnsi="Arial" w:cs="Arial"/>
                    </w:rPr>
                    <w:t xml:space="preserve">  ____________ </w:t>
                  </w:r>
                  <w:r w:rsidR="008904EE" w:rsidRPr="008674D2">
                    <w:rPr>
                      <w:rFonts w:ascii="Arial" w:hAnsi="Arial" w:cs="Arial"/>
                    </w:rPr>
                    <w:tab/>
                  </w:r>
                  <w:r w:rsidR="008904EE" w:rsidRPr="008674D2">
                    <w:rPr>
                      <w:rFonts w:ascii="Arial" w:hAnsi="Arial" w:cs="Arial"/>
                    </w:rPr>
                    <w:tab/>
                  </w:r>
                  <w:r w:rsidRPr="008674D2">
                    <w:rPr>
                      <w:rFonts w:ascii="Arial" w:hAnsi="Arial" w:cs="Arial"/>
                    </w:rPr>
                    <w:t xml:space="preserve">   </w:t>
                  </w:r>
                  <w:r w:rsidR="008904EE" w:rsidRPr="008674D2">
                    <w:rPr>
                      <w:rFonts w:ascii="Arial" w:hAnsi="Arial" w:cs="Arial"/>
                    </w:rPr>
                    <w:t>____________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ab/>
                    <w:t xml:space="preserve">       </w:t>
                  </w:r>
                  <w:r w:rsidR="008904EE" w:rsidRPr="008674D2">
                    <w:rPr>
                      <w:rFonts w:ascii="Arial" w:hAnsi="Arial" w:cs="Arial"/>
                    </w:rPr>
                    <w:t xml:space="preserve"> ____________</w:t>
                  </w:r>
                  <w:r w:rsidR="008904EE" w:rsidRPr="008674D2">
                    <w:rPr>
                      <w:rFonts w:ascii="Arial" w:hAnsi="Arial" w:cs="Arial"/>
                    </w:rPr>
                    <w:tab/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              </w:t>
                  </w:r>
                  <w:r w:rsidRPr="008674D2">
                    <w:rPr>
                      <w:rFonts w:ascii="Arial" w:hAnsi="Arial" w:cs="Arial"/>
                    </w:rPr>
                    <w:t xml:space="preserve">  </w:t>
                  </w:r>
                  <w:r w:rsidR="008904EE" w:rsidRPr="008674D2">
                    <w:rPr>
                      <w:rFonts w:ascii="Arial" w:hAnsi="Arial" w:cs="Arial"/>
                    </w:rPr>
                    <w:t xml:space="preserve"> ___________</w:t>
                  </w:r>
                </w:p>
                <w:p w:rsidR="008904EE" w:rsidRDefault="008904EE" w:rsidP="008904EE"/>
                <w:p w:rsidR="008904EE" w:rsidRDefault="008904EE" w:rsidP="008904EE">
                  <w:r>
                    <w:t xml:space="preserve"> </w:t>
                  </w:r>
                  <w:r>
                    <w:tab/>
                  </w:r>
                  <w:r>
                    <w:tab/>
                  </w:r>
                </w:p>
                <w:p w:rsidR="008904EE" w:rsidRDefault="008904EE" w:rsidP="008904EE">
                  <w:r>
                    <w:tab/>
                  </w:r>
                  <w:r>
                    <w:tab/>
                  </w:r>
                </w:p>
                <w:p w:rsidR="008904EE" w:rsidRDefault="008904EE"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80" style="position:absolute;margin-left:470.7pt;margin-top:61.5pt;width:178.55pt;height:116.65pt;z-index:251663872">
            <v:textbox style="mso-next-textbox:#_x0000_s1042">
              <w:txbxContent>
                <w:p w:rsidR="008674D2" w:rsidRPr="008674D2" w:rsidRDefault="008674D2" w:rsidP="008674D2">
                  <w:r w:rsidRPr="008674D2">
                    <w:rPr>
                      <w:rFonts w:ascii="Arial" w:hAnsi="Arial" w:cs="Arial"/>
                      <w:sz w:val="28"/>
                      <w:szCs w:val="28"/>
                    </w:rPr>
                    <w:t>____________________________________________________________</w:t>
                  </w:r>
                </w:p>
              </w:txbxContent>
            </v:textbox>
            <w10:wrap type="topAndBottom"/>
          </v:shape>
        </w:pict>
      </w:r>
      <w:r w:rsidR="008904EE">
        <w:pict>
          <v:shape id="_x0000_s1037" type="#_x0000_t202" style="position:absolute;margin-left:0;margin-top:0;width:609.2pt;height:45.2pt;z-index:251660800;mso-position-horizontal:center" stroked="f">
            <v:textbox>
              <w:txbxContent>
                <w:p w:rsidR="00267C26" w:rsidRDefault="008904EE">
                  <w:pPr>
                    <w:jc w:val="center"/>
                    <w:rPr>
                      <w:rFonts w:ascii="Arial" w:hAnsi="Arial" w:cs="Arial"/>
                      <w:b/>
                      <w:bCs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56"/>
                    </w:rPr>
                    <w:t>The Life of _________________</w:t>
                  </w:r>
                </w:p>
              </w:txbxContent>
            </v:textbox>
            <w10:wrap type="square"/>
          </v:shape>
        </w:pict>
      </w:r>
    </w:p>
    <w:sectPr w:rsidR="00267C26" w:rsidSect="008674D2">
      <w:pgSz w:w="15840" w:h="12240" w:orient="landscape" w:code="1"/>
      <w:pgMar w:top="1800" w:right="1440" w:bottom="1800" w:left="1440" w:header="720" w:footer="720" w:gutter="0"/>
      <w:pgBorders w:offsetFrom="page">
        <w:top w:val="inset" w:sz="8" w:space="24" w:color="auto"/>
        <w:left w:val="inset" w:sz="8" w:space="24" w:color="auto"/>
        <w:bottom w:val="outset" w:sz="8" w:space="24" w:color="auto"/>
        <w:right w:val="outset" w:sz="8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AA5" w:rsidRDefault="00835AA5" w:rsidP="008674D2">
      <w:pPr>
        <w:spacing w:after="0"/>
      </w:pPr>
      <w:r>
        <w:separator/>
      </w:r>
    </w:p>
  </w:endnote>
  <w:endnote w:type="continuationSeparator" w:id="1">
    <w:p w:rsidR="00835AA5" w:rsidRDefault="00835AA5" w:rsidP="008674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AA5" w:rsidRDefault="00835AA5" w:rsidP="008674D2">
      <w:pPr>
        <w:spacing w:after="0"/>
      </w:pPr>
      <w:r>
        <w:separator/>
      </w:r>
    </w:p>
  </w:footnote>
  <w:footnote w:type="continuationSeparator" w:id="1">
    <w:p w:rsidR="00835AA5" w:rsidRDefault="00835AA5" w:rsidP="008674D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4EE"/>
    <w:rsid w:val="001411D0"/>
    <w:rsid w:val="00171539"/>
    <w:rsid w:val="00200BBD"/>
    <w:rsid w:val="00267C26"/>
    <w:rsid w:val="00835AA5"/>
    <w:rsid w:val="008674D2"/>
    <w:rsid w:val="0087464E"/>
    <w:rsid w:val="008904EE"/>
    <w:rsid w:val="00CB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gre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674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4D2"/>
  </w:style>
  <w:style w:type="paragraph" w:styleId="Footer">
    <w:name w:val="footer"/>
    <w:basedOn w:val="Normal"/>
    <w:link w:val="FooterChar"/>
    <w:uiPriority w:val="99"/>
    <w:semiHidden/>
    <w:unhideWhenUsed/>
    <w:rsid w:val="008674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RS~1.GRU\LOCALS~1\Temp\TS00101626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TS001016265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2001-05-29T17:59:00Z</cp:lastPrinted>
  <dcterms:created xsi:type="dcterms:W3CDTF">2012-01-04T14:23:00Z</dcterms:created>
  <dcterms:modified xsi:type="dcterms:W3CDTF">2012-01-04T14:40:00Z</dcterms:modified>
</cp:coreProperties>
</file>